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2376967C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202</w:t>
      </w:r>
      <w:r w:rsidR="00CA5D70">
        <w:rPr>
          <w:rFonts w:ascii="Corbel" w:hAnsi="Corbel"/>
          <w:b/>
          <w:iCs/>
          <w:smallCaps/>
          <w:sz w:val="24"/>
          <w:szCs w:val="24"/>
        </w:rPr>
        <w:t>1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-202</w:t>
      </w:r>
      <w:r w:rsidR="00CA5D70">
        <w:rPr>
          <w:rFonts w:ascii="Corbel" w:hAnsi="Corbel"/>
          <w:b/>
          <w:iCs/>
          <w:smallCaps/>
          <w:sz w:val="24"/>
          <w:szCs w:val="24"/>
        </w:rPr>
        <w:t>4</w:t>
      </w:r>
    </w:p>
    <w:p w14:paraId="64076156" w14:textId="65D2D558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CA5D70">
        <w:rPr>
          <w:rFonts w:ascii="Corbel" w:hAnsi="Corbel"/>
          <w:sz w:val="20"/>
          <w:szCs w:val="20"/>
        </w:rPr>
        <w:t>3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CA5D70">
        <w:rPr>
          <w:rFonts w:ascii="Corbel" w:hAnsi="Corbel"/>
          <w:sz w:val="20"/>
          <w:szCs w:val="20"/>
        </w:rPr>
        <w:t>4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FiR/I/FiB/C-1.7a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dst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7777777" w:rsidR="00C61DC5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Europeizacja małych i średnich przedsiębiorstw : rozwój przez 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międzynarodowe / Jerzy Czupiał.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96C2C" w14:textId="77777777" w:rsidR="00DA1E8E" w:rsidRDefault="00DA1E8E" w:rsidP="00C16ABF">
      <w:pPr>
        <w:spacing w:after="0" w:line="240" w:lineRule="auto"/>
      </w:pPr>
      <w:r>
        <w:separator/>
      </w:r>
    </w:p>
  </w:endnote>
  <w:endnote w:type="continuationSeparator" w:id="0">
    <w:p w14:paraId="6B4EB97E" w14:textId="77777777" w:rsidR="00DA1E8E" w:rsidRDefault="00DA1E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9664" w14:textId="77777777" w:rsidR="00DA1E8E" w:rsidRDefault="00DA1E8E" w:rsidP="00C16ABF">
      <w:pPr>
        <w:spacing w:after="0" w:line="240" w:lineRule="auto"/>
      </w:pPr>
      <w:r>
        <w:separator/>
      </w:r>
    </w:p>
  </w:footnote>
  <w:footnote w:type="continuationSeparator" w:id="0">
    <w:p w14:paraId="221C43DD" w14:textId="77777777" w:rsidR="00DA1E8E" w:rsidRDefault="00DA1E8E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A5D70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1E8E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3AE95-394E-4628-9431-9E83E20D0A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2020-10-26T09:43:00Z</dcterms:created>
  <dcterms:modified xsi:type="dcterms:W3CDTF">2021-11-03T20:25:00Z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